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44C9B-F0BD-4268-A39F-43BD69B1BB3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